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14:paraId="623DBEDD" w14:textId="77777777" w:rsidTr="007270E0">
        <w:trPr>
          <w:trHeight w:val="851"/>
        </w:trPr>
        <w:tc>
          <w:tcPr>
            <w:tcW w:w="4366" w:type="dxa"/>
            <w:tcBorders>
              <w:top w:val="nil"/>
              <w:left w:val="nil"/>
              <w:bottom w:val="nil"/>
              <w:right w:val="nil"/>
            </w:tcBorders>
          </w:tcPr>
          <w:p w14:paraId="5C73D1A0" w14:textId="77777777"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14:paraId="435F32D2" w14:textId="77777777" w:rsidTr="007270E0">
        <w:trPr>
          <w:trHeight w:hRule="exact" w:val="3970"/>
        </w:trPr>
        <w:tc>
          <w:tcPr>
            <w:tcW w:w="3119" w:type="dxa"/>
            <w:tcBorders>
              <w:top w:val="nil"/>
              <w:left w:val="nil"/>
              <w:bottom w:val="nil"/>
              <w:right w:val="nil"/>
            </w:tcBorders>
          </w:tcPr>
          <w:p w14:paraId="75D01905" w14:textId="77777777" w:rsidR="007270E0" w:rsidRPr="007D1C4B" w:rsidRDefault="004E540A" w:rsidP="007270E0">
            <w:pPr>
              <w:tabs>
                <w:tab w:val="left" w:pos="360"/>
              </w:tabs>
              <w:rPr>
                <w:rFonts w:ascii="Montserrat" w:hAnsi="Montserrat"/>
                <w:sz w:val="18"/>
                <w:szCs w:val="18"/>
              </w:rPr>
            </w:pPr>
            <w:r>
              <w:rPr>
                <w:rFonts w:ascii="Montserrat" w:hAnsi="Montserrat"/>
                <w:b/>
                <w:noProof/>
                <w:sz w:val="18"/>
                <w:szCs w:val="18"/>
                <w:lang w:eastAsia="fr-FR"/>
              </w:rPr>
              <mc:AlternateContent>
                <mc:Choice Requires="wps">
                  <w:drawing>
                    <wp:anchor distT="0" distB="0" distL="114300" distR="114300" simplePos="0" relativeHeight="251658240" behindDoc="0" locked="1" layoutInCell="0" allowOverlap="1" wp14:anchorId="27E2485D" wp14:editId="2EFEE20A">
                      <wp:simplePos x="0" y="0"/>
                      <wp:positionH relativeFrom="column">
                        <wp:posOffset>3175</wp:posOffset>
                      </wp:positionH>
                      <wp:positionV relativeFrom="page">
                        <wp:posOffset>91440</wp:posOffset>
                      </wp:positionV>
                      <wp:extent cx="1784350" cy="4371975"/>
                      <wp:effectExtent l="0" t="0" r="6350" b="9525"/>
                      <wp:wrapTight wrapText="bothSides">
                        <wp:wrapPolygon edited="0">
                          <wp:start x="0" y="0"/>
                          <wp:lineTo x="0" y="21553"/>
                          <wp:lineTo x="21446" y="21553"/>
                          <wp:lineTo x="21446" y="0"/>
                          <wp:lineTo x="0" y="0"/>
                        </wp:wrapPolygon>
                      </wp:wrapTight>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437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5535"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12960024" wp14:editId="1F901DBA">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2BA3FD"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537E8E92"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39305959"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E06ACD"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526DE82E"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5D70FEE8"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52EFEE16"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598D99BB" w14:textId="77777777" w:rsidR="00382644" w:rsidRDefault="00382644" w:rsidP="00241AB2">
                                  <w:pPr>
                                    <w:rPr>
                                      <w:rFonts w:ascii="Calibri" w:hAnsi="Calibri" w:cs="Calibri"/>
                                      <w:b/>
                                      <w:color w:val="0000FF"/>
                                      <w:sz w:val="18"/>
                                      <w:szCs w:val="18"/>
                                      <w:u w:val="thick"/>
                                    </w:rPr>
                                  </w:pPr>
                                </w:p>
                                <w:p w14:paraId="284F8FAC"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0F47932D"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47E5E915"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14:paraId="5A2BAC42" w14:textId="77777777"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14:paraId="587C53D1"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14:paraId="34A84BB9" w14:textId="77777777"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8" w:history="1">
                                    <w:r w:rsidRPr="001627DC">
                                      <w:rPr>
                                        <w:rStyle w:val="Lienhypertexte"/>
                                        <w:rFonts w:ascii="Calibri" w:hAnsi="Calibri" w:cs="Calibri"/>
                                        <w:i/>
                                        <w:sz w:val="16"/>
                                        <w:szCs w:val="16"/>
                                      </w:rPr>
                                      <w:t>ziara.saroumi@aphp.fr</w:t>
                                    </w:r>
                                  </w:hyperlink>
                                </w:p>
                                <w:p w14:paraId="376DC708" w14:textId="77777777" w:rsidR="0073231A" w:rsidRPr="001627DC" w:rsidRDefault="0073231A" w:rsidP="0073231A">
                                  <w:pPr>
                                    <w:spacing w:line="240" w:lineRule="auto"/>
                                    <w:rPr>
                                      <w:rFonts w:ascii="Calibri" w:hAnsi="Calibri" w:cs="Calibri"/>
                                      <w:i/>
                                      <w:sz w:val="16"/>
                                      <w:szCs w:val="16"/>
                                    </w:rPr>
                                  </w:pPr>
                                </w:p>
                                <w:p w14:paraId="09795B0C" w14:textId="77777777" w:rsidR="0073231A" w:rsidRPr="00397DCE" w:rsidRDefault="0073231A" w:rsidP="004E540A">
                                  <w:pPr>
                                    <w:contextualSpacing/>
                                    <w:rPr>
                                      <w:rFonts w:ascii="Open Sans" w:hAnsi="Open Sans" w:cs="Open Sans"/>
                                      <w:b/>
                                      <w:sz w:val="16"/>
                                      <w:szCs w:val="16"/>
                                    </w:rPr>
                                  </w:pPr>
                                </w:p>
                                <w:p w14:paraId="0FA6865F" w14:textId="77777777" w:rsidR="004E540A" w:rsidRPr="00397DCE" w:rsidRDefault="004E540A" w:rsidP="004E540A">
                                  <w:pPr>
                                    <w:contextualSpacing/>
                                    <w:rPr>
                                      <w:rFonts w:ascii="Open Sans" w:hAnsi="Open Sans" w:cs="Open Sans"/>
                                      <w:b/>
                                      <w:sz w:val="16"/>
                                      <w:szCs w:val="16"/>
                                    </w:rPr>
                                  </w:pPr>
                                </w:p>
                                <w:p w14:paraId="027DA808" w14:textId="77777777" w:rsidR="008506C3" w:rsidRDefault="008506C3" w:rsidP="004E540A">
                                  <w:pPr>
                                    <w:contextualSpacing/>
                                    <w:rPr>
                                      <w:rFonts w:ascii="Open Sans" w:hAnsi="Open Sans" w:cs="Open Sans"/>
                                      <w:b/>
                                      <w:sz w:val="16"/>
                                      <w:szCs w:val="16"/>
                                    </w:rPr>
                                  </w:pPr>
                                </w:p>
                                <w:p w14:paraId="29A3F341" w14:textId="77777777" w:rsidR="008506C3" w:rsidRDefault="008506C3" w:rsidP="004E540A">
                                  <w:pPr>
                                    <w:contextualSpacing/>
                                    <w:rPr>
                                      <w:rFonts w:ascii="Open Sans" w:hAnsi="Open Sans" w:cs="Open Sans"/>
                                      <w:b/>
                                      <w:sz w:val="16"/>
                                      <w:szCs w:val="16"/>
                                    </w:rPr>
                                  </w:pPr>
                                </w:p>
                                <w:p w14:paraId="11B7CEDF" w14:textId="77777777" w:rsidR="008506C3" w:rsidRDefault="008506C3" w:rsidP="004E540A">
                                  <w:pPr>
                                    <w:contextualSpacing/>
                                    <w:rPr>
                                      <w:rFonts w:ascii="Open Sans" w:hAnsi="Open Sans" w:cs="Open Sans"/>
                                      <w:b/>
                                      <w:sz w:val="16"/>
                                      <w:szCs w:val="16"/>
                                    </w:rPr>
                                  </w:pPr>
                                </w:p>
                                <w:p w14:paraId="53880BB7" w14:textId="77777777" w:rsidR="008506C3" w:rsidRDefault="008506C3" w:rsidP="004E540A">
                                  <w:pPr>
                                    <w:contextualSpacing/>
                                    <w:rPr>
                                      <w:rFonts w:ascii="Open Sans" w:hAnsi="Open Sans" w:cs="Open Sans"/>
                                      <w:b/>
                                      <w:sz w:val="16"/>
                                      <w:szCs w:val="16"/>
                                    </w:rPr>
                                  </w:pPr>
                                </w:p>
                                <w:p w14:paraId="253648FE" w14:textId="77777777" w:rsidR="008506C3" w:rsidRPr="008F157D" w:rsidRDefault="008506C3" w:rsidP="004E540A">
                                  <w:pPr>
                                    <w:contextualSpacing/>
                                    <w:rPr>
                                      <w:rFonts w:ascii="Open Sans" w:hAnsi="Open Sans" w:cs="Open Sans"/>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25pt;margin-top:7.2pt;width:140.5pt;height:3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" o:allowincell="f" stroked="f">
                      <v:textbox>
                        <w:txbxContent>
                          <w:p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5FAF4"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" fillcolor="gray" stroked="f">
                                      <w10:anchorlock/>
                                    </v:rect>
                                  </w:pict>
                                </mc:Fallback>
                              </mc:AlternateContent>
                            </w:r>
                          </w:p>
                          <w:p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rsidR="00382644" w:rsidRDefault="00382644" w:rsidP="00241AB2">
                            <w:pPr>
                              <w:rPr>
                                <w:rFonts w:ascii="Calibri" w:hAnsi="Calibri" w:cs="Calibri"/>
                                <w:b/>
                                <w:color w:val="0000FF"/>
                                <w:sz w:val="18"/>
                                <w:szCs w:val="18"/>
                                <w:u w:val="thick"/>
                              </w:rPr>
                            </w:pPr>
                          </w:p>
                          <w:p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9" w:history="1">
                              <w:r w:rsidRPr="001627DC">
                                <w:rPr>
                                  <w:rStyle w:val="Lienhypertexte"/>
                                  <w:rFonts w:ascii="Calibri" w:hAnsi="Calibri" w:cs="Calibri"/>
                                  <w:i/>
                                  <w:sz w:val="16"/>
                                  <w:szCs w:val="16"/>
                                </w:rPr>
                                <w:t>ziara.saroumi@aphp.fr</w:t>
                              </w:r>
                            </w:hyperlink>
                          </w:p>
                          <w:p w:rsidR="0073231A" w:rsidRPr="001627DC" w:rsidRDefault="0073231A" w:rsidP="0073231A">
                            <w:pPr>
                              <w:spacing w:line="240" w:lineRule="auto"/>
                              <w:rPr>
                                <w:rFonts w:ascii="Calibri" w:hAnsi="Calibri" w:cs="Calibri"/>
                                <w:i/>
                                <w:sz w:val="16"/>
                                <w:szCs w:val="16"/>
                              </w:rPr>
                            </w:pPr>
                          </w:p>
                          <w:p w:rsidR="0073231A" w:rsidRPr="00397DCE" w:rsidRDefault="0073231A" w:rsidP="004E540A">
                            <w:pPr>
                              <w:contextualSpacing/>
                              <w:rPr>
                                <w:rFonts w:ascii="Open Sans" w:hAnsi="Open Sans" w:cs="Open Sans"/>
                                <w:b/>
                                <w:sz w:val="16"/>
                                <w:szCs w:val="16"/>
                              </w:rPr>
                            </w:pPr>
                          </w:p>
                          <w:p w:rsidR="004E540A" w:rsidRPr="00397DCE" w:rsidRDefault="004E540A"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Pr="008F157D" w:rsidRDefault="008506C3" w:rsidP="004E540A">
                            <w:pPr>
                              <w:contextualSpacing/>
                              <w:rPr>
                                <w:rFonts w:ascii="Open Sans" w:hAnsi="Open Sans" w:cs="Open Sans"/>
                                <w:b/>
                                <w:sz w:val="16"/>
                                <w:szCs w:val="16"/>
                              </w:rPr>
                            </w:pPr>
                          </w:p>
                        </w:txbxContent>
                      </v:textbox>
                      <w10:wrap type="tight" anchory="page"/>
                      <w10:anchorlock/>
                    </v:shape>
                  </w:pict>
                </mc:Fallback>
              </mc:AlternateContent>
            </w:r>
          </w:p>
          <w:p w14:paraId="4B5CD4DE" w14:textId="77777777" w:rsidR="006940ED" w:rsidRDefault="006940ED" w:rsidP="00E66071">
            <w:pPr>
              <w:tabs>
                <w:tab w:val="left" w:pos="360"/>
              </w:tabs>
            </w:pPr>
          </w:p>
        </w:tc>
      </w:tr>
    </w:tbl>
    <w:p w14:paraId="362D8AE4" w14:textId="77777777"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14:paraId="0C361630" w14:textId="77777777"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14:paraId="11FDDC3F" w14:textId="77777777" w:rsidR="000D5811" w:rsidRPr="007270E0" w:rsidRDefault="000D5811" w:rsidP="007270E0">
      <w:pPr>
        <w:pStyle w:val="Textedesaisie"/>
        <w:spacing w:before="400" w:after="400" w:line="240" w:lineRule="auto"/>
        <w:rPr>
          <w:sz w:val="18"/>
          <w:szCs w:val="18"/>
        </w:rPr>
      </w:pPr>
    </w:p>
    <w:p w14:paraId="52F72830"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14:paraId="6ECDA854" w14:textId="4903E183" w:rsidR="00C04A3D" w:rsidRPr="007270E0" w:rsidRDefault="00C04A3D" w:rsidP="007270E0">
      <w:pPr>
        <w:spacing w:after="240" w:line="240" w:lineRule="auto"/>
        <w:ind w:firstLine="567"/>
        <w:jc w:val="both"/>
        <w:rPr>
          <w:sz w:val="18"/>
          <w:szCs w:val="18"/>
        </w:rPr>
      </w:pPr>
      <w:r w:rsidRPr="007270E0">
        <w:rPr>
          <w:sz w:val="18"/>
          <w:szCs w:val="18"/>
        </w:rPr>
        <w:t>Candidat à l’attribution</w:t>
      </w:r>
      <w:r w:rsidR="002C1A2B">
        <w:rPr>
          <w:sz w:val="18"/>
          <w:szCs w:val="18"/>
        </w:rPr>
        <w:t xml:space="preserve"> d</w:t>
      </w:r>
      <w:r w:rsidR="00276B37">
        <w:rPr>
          <w:sz w:val="18"/>
          <w:szCs w:val="18"/>
        </w:rPr>
        <w:t xml:space="preserve">e la </w:t>
      </w:r>
      <w:r w:rsidR="002C1A2B">
        <w:rPr>
          <w:sz w:val="18"/>
          <w:szCs w:val="18"/>
        </w:rPr>
        <w:t>consultation numéro</w:t>
      </w:r>
      <w:r w:rsidR="00276B37">
        <w:rPr>
          <w:sz w:val="18"/>
          <w:szCs w:val="18"/>
        </w:rPr>
        <w:t xml:space="preserve"> </w:t>
      </w:r>
      <w:r w:rsidR="00276B37" w:rsidRPr="000E4278">
        <w:rPr>
          <w:b/>
          <w:bCs/>
          <w:sz w:val="18"/>
          <w:szCs w:val="18"/>
        </w:rPr>
        <w:t>SLS 010 2025</w:t>
      </w:r>
      <w:r w:rsidR="00276B37">
        <w:rPr>
          <w:sz w:val="18"/>
          <w:szCs w:val="18"/>
        </w:rPr>
        <w:t xml:space="preserve"> du GH Nord -</w:t>
      </w:r>
      <w:r w:rsidR="000E4278">
        <w:rPr>
          <w:sz w:val="18"/>
          <w:szCs w:val="18"/>
        </w:rPr>
        <w:t xml:space="preserve"> </w:t>
      </w:r>
      <w:r w:rsidRPr="007270E0">
        <w:rPr>
          <w:sz w:val="18"/>
          <w:szCs w:val="18"/>
        </w:rPr>
        <w:t xml:space="preserve">Assistance publique – hôpitaux de Paris, dont l’avis de marché a été publié </w:t>
      </w:r>
      <w:r w:rsidR="00276B37">
        <w:rPr>
          <w:sz w:val="18"/>
          <w:szCs w:val="18"/>
        </w:rPr>
        <w:t>en juillet 2025</w:t>
      </w:r>
    </w:p>
    <w:p w14:paraId="62BF981F" w14:textId="77777777"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14:paraId="6B3BD5F8" w14:textId="77777777"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14:paraId="718C7CD5"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14:paraId="359DED64"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14:paraId="06A8F278"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1A6A909B"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14:paraId="053A47D4" w14:textId="77777777"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10"/>
      <w:footerReference w:type="default" r:id="rId11"/>
      <w:headerReference w:type="first" r:id="rId12"/>
      <w:footerReference w:type="first" r:id="rId13"/>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41E4" w14:textId="77777777" w:rsidR="008229C0" w:rsidRDefault="008229C0" w:rsidP="00F40A95">
      <w:r>
        <w:separator/>
      </w:r>
    </w:p>
  </w:endnote>
  <w:endnote w:type="continuationSeparator" w:id="0">
    <w:p w14:paraId="49320DC6" w14:textId="77777777" w:rsidR="008229C0" w:rsidRDefault="008229C0"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3100" w14:textId="77777777" w:rsidR="000D5811" w:rsidRDefault="000D5811">
    <w:pPr>
      <w:pStyle w:val="Pieddepage"/>
    </w:pPr>
  </w:p>
  <w:p w14:paraId="21F8A62B" w14:textId="77777777" w:rsidR="00567D81" w:rsidRDefault="00567D81">
    <w:pPr>
      <w:pStyle w:val="Pieddepage"/>
    </w:pPr>
  </w:p>
  <w:p w14:paraId="5B0B78F1" w14:textId="77777777" w:rsidR="00567D81" w:rsidRDefault="00567D81">
    <w:pPr>
      <w:pStyle w:val="Pieddepage"/>
    </w:pPr>
  </w:p>
  <w:p w14:paraId="622B8DA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D2A5" w14:textId="77777777" w:rsidR="000D5811" w:rsidRDefault="000D5811">
    <w:pPr>
      <w:pStyle w:val="Pieddepage"/>
    </w:pPr>
  </w:p>
  <w:p w14:paraId="026CE7FA" w14:textId="77777777" w:rsidR="000D5811" w:rsidRDefault="000D5811">
    <w:pPr>
      <w:pStyle w:val="Pieddepage"/>
    </w:pPr>
  </w:p>
  <w:p w14:paraId="270C01D1" w14:textId="77777777" w:rsidR="00567D81" w:rsidRDefault="00567D81">
    <w:pPr>
      <w:pStyle w:val="Pieddepage"/>
    </w:pPr>
  </w:p>
  <w:p w14:paraId="12AE77E9"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273B3" w14:textId="77777777" w:rsidR="008229C0" w:rsidRDefault="008229C0" w:rsidP="00F40A95">
      <w:r>
        <w:separator/>
      </w:r>
    </w:p>
  </w:footnote>
  <w:footnote w:type="continuationSeparator" w:id="0">
    <w:p w14:paraId="66CBC98D" w14:textId="77777777" w:rsidR="008229C0" w:rsidRDefault="008229C0"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39B9639A" w14:textId="77777777" w:rsidTr="00615ABA">
      <w:trPr>
        <w:trHeight w:val="192"/>
      </w:trPr>
      <w:tc>
        <w:tcPr>
          <w:tcW w:w="11000" w:type="dxa"/>
          <w:gridSpan w:val="3"/>
          <w:vAlign w:val="bottom"/>
        </w:tcPr>
        <w:p w14:paraId="69FD6931" w14:textId="77777777" w:rsidR="00A33DCB" w:rsidRPr="003229F9" w:rsidRDefault="00A33DCB" w:rsidP="00A33DCB"/>
      </w:tc>
    </w:tr>
    <w:tr w:rsidR="00A33DCB" w14:paraId="53B1916C" w14:textId="77777777" w:rsidTr="00615ABA">
      <w:trPr>
        <w:trHeight w:val="192"/>
      </w:trPr>
      <w:tc>
        <w:tcPr>
          <w:tcW w:w="5217" w:type="dxa"/>
          <w:vAlign w:val="bottom"/>
        </w:tcPr>
        <w:p w14:paraId="182EECE1" w14:textId="77777777" w:rsidR="00A33DCB" w:rsidRPr="003229F9" w:rsidRDefault="00A33DCB" w:rsidP="00A33DCB">
          <w:pPr>
            <w:pStyle w:val="TextePieddepage"/>
          </w:pPr>
        </w:p>
      </w:tc>
      <w:tc>
        <w:tcPr>
          <w:tcW w:w="567" w:type="dxa"/>
          <w:vAlign w:val="bottom"/>
        </w:tcPr>
        <w:p w14:paraId="5B4236B9" w14:textId="77777777"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D67874">
            <w:rPr>
              <w:noProof/>
            </w:rPr>
            <w:t>2</w:t>
          </w:r>
          <w:r>
            <w:fldChar w:fldCharType="end"/>
          </w:r>
          <w:r w:rsidRPr="00F41386">
            <w:t>]</w:t>
          </w:r>
        </w:p>
      </w:tc>
      <w:tc>
        <w:tcPr>
          <w:tcW w:w="5216" w:type="dxa"/>
          <w:vAlign w:val="bottom"/>
        </w:tcPr>
        <w:p w14:paraId="163A3FE2" w14:textId="77777777" w:rsidR="00A33DCB" w:rsidRPr="003229F9" w:rsidRDefault="00A33DCB" w:rsidP="00A33DCB"/>
      </w:tc>
    </w:tr>
    <w:tr w:rsidR="00A33DCB" w14:paraId="458B98FB" w14:textId="77777777" w:rsidTr="00615ABA">
      <w:trPr>
        <w:trHeight w:hRule="exact" w:val="709"/>
      </w:trPr>
      <w:tc>
        <w:tcPr>
          <w:tcW w:w="11000" w:type="dxa"/>
          <w:gridSpan w:val="3"/>
          <w:vAlign w:val="bottom"/>
        </w:tcPr>
        <w:p w14:paraId="5E24D1A5" w14:textId="77777777" w:rsidR="00A33DCB" w:rsidRPr="003229F9" w:rsidRDefault="00A33DCB" w:rsidP="00A33DCB"/>
      </w:tc>
    </w:tr>
  </w:tbl>
  <w:p w14:paraId="1778C08F"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5C9DF3E3" w14:textId="77777777" w:rsidTr="00E66071">
      <w:trPr>
        <w:gridAfter w:val="1"/>
        <w:wAfter w:w="10858" w:type="dxa"/>
        <w:trHeight w:val="567"/>
      </w:trPr>
      <w:tc>
        <w:tcPr>
          <w:tcW w:w="142" w:type="dxa"/>
          <w:tcBorders>
            <w:top w:val="nil"/>
            <w:left w:val="nil"/>
            <w:bottom w:val="nil"/>
            <w:right w:val="nil"/>
          </w:tcBorders>
        </w:tcPr>
        <w:p w14:paraId="1A2D72E8" w14:textId="77777777" w:rsidR="00D67874" w:rsidRPr="00567D81" w:rsidRDefault="00D67874" w:rsidP="00567D81"/>
      </w:tc>
    </w:tr>
    <w:tr w:rsidR="00567D81" w:rsidRPr="00567D81" w14:paraId="15C521BD" w14:textId="77777777" w:rsidTr="00E66071">
      <w:trPr>
        <w:trHeight w:hRule="exact" w:val="340"/>
      </w:trPr>
      <w:tc>
        <w:tcPr>
          <w:tcW w:w="11000" w:type="dxa"/>
          <w:gridSpan w:val="2"/>
          <w:tcBorders>
            <w:top w:val="nil"/>
            <w:left w:val="nil"/>
            <w:bottom w:val="nil"/>
            <w:right w:val="nil"/>
          </w:tcBorders>
        </w:tcPr>
        <w:p w14:paraId="32A241DA" w14:textId="77777777" w:rsidR="00567D81" w:rsidRPr="00567D81" w:rsidRDefault="00567D81" w:rsidP="00567D81"/>
      </w:tc>
    </w:tr>
  </w:tbl>
  <w:p w14:paraId="46AC0575" w14:textId="77777777" w:rsidR="00B9798B" w:rsidRDefault="00736000" w:rsidP="00BD2278">
    <w:pPr>
      <w:pStyle w:val="En-tte"/>
      <w:spacing w:line="280" w:lineRule="exact"/>
    </w:pPr>
    <w:r>
      <w:rPr>
        <w:noProof/>
        <w:lang w:eastAsia="fr-FR"/>
      </w:rPr>
      <w:drawing>
        <wp:anchor distT="0" distB="0" distL="114300" distR="114300" simplePos="0" relativeHeight="251659264" behindDoc="0" locked="0" layoutInCell="1" allowOverlap="1" wp14:anchorId="5059863D" wp14:editId="157FB6F1">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505A4360" w14:textId="77777777" w:rsidR="00B9798B" w:rsidRDefault="00B9798B" w:rsidP="00BD2278">
    <w:pPr>
      <w:pStyle w:val="En-tte"/>
      <w:spacing w:line="280" w:lineRule="exact"/>
    </w:pPr>
  </w:p>
  <w:p w14:paraId="31D7ACF7" w14:textId="77777777" w:rsidR="00B9798B" w:rsidRDefault="00B9798B" w:rsidP="00BD2278">
    <w:pPr>
      <w:pStyle w:val="En-tte"/>
      <w:spacing w:line="280" w:lineRule="exact"/>
    </w:pPr>
  </w:p>
  <w:p w14:paraId="3A135992" w14:textId="77777777" w:rsidR="00B9798B" w:rsidRDefault="00B9798B" w:rsidP="00BD2278">
    <w:pPr>
      <w:pStyle w:val="En-tte"/>
      <w:spacing w:line="280" w:lineRule="exact"/>
    </w:pPr>
  </w:p>
  <w:p w14:paraId="136007B7" w14:textId="77777777" w:rsidR="00B9798B" w:rsidRDefault="00B9798B" w:rsidP="00BD2278">
    <w:pPr>
      <w:pStyle w:val="En-tte"/>
      <w:spacing w:line="280" w:lineRule="exact"/>
    </w:pPr>
  </w:p>
  <w:p w14:paraId="6614AA81" w14:textId="77777777" w:rsidR="00B9798B" w:rsidRDefault="00B9798B" w:rsidP="00BD2278">
    <w:pPr>
      <w:pStyle w:val="En-tte"/>
      <w:spacing w:line="280" w:lineRule="exact"/>
    </w:pPr>
  </w:p>
  <w:p w14:paraId="41DE0B74" w14:textId="77777777" w:rsidR="00B9798B" w:rsidRDefault="00B9798B" w:rsidP="00BD2278">
    <w:pPr>
      <w:pStyle w:val="En-tte"/>
      <w:spacing w:line="280" w:lineRule="exact"/>
    </w:pPr>
  </w:p>
  <w:p w14:paraId="7E6A2CE4" w14:textId="77777777" w:rsidR="00B9798B" w:rsidRDefault="00B9798B" w:rsidP="00BD2278">
    <w:pPr>
      <w:pStyle w:val="En-tte"/>
      <w:spacing w:line="280" w:lineRule="exact"/>
    </w:pPr>
  </w:p>
  <w:p w14:paraId="4A49192B" w14:textId="77777777" w:rsidR="00B9798B" w:rsidRDefault="00BB5766" w:rsidP="00BD2278">
    <w:pPr>
      <w:pStyle w:val="En-tte"/>
      <w:spacing w:line="280" w:lineRule="exact"/>
    </w:pPr>
    <w:r>
      <w:rPr>
        <w:noProof/>
        <w:lang w:eastAsia="fr-FR"/>
      </w:rPr>
      <w:drawing>
        <wp:anchor distT="0" distB="0" distL="114300" distR="114300" simplePos="0" relativeHeight="251660288" behindDoc="1" locked="0" layoutInCell="1" allowOverlap="1" wp14:anchorId="5F99FACA" wp14:editId="3136FCE9">
          <wp:simplePos x="0" y="0"/>
          <wp:positionH relativeFrom="column">
            <wp:posOffset>-472440</wp:posOffset>
          </wp:positionH>
          <wp:positionV relativeFrom="paragraph">
            <wp:posOffset>228600</wp:posOffset>
          </wp:positionV>
          <wp:extent cx="2181225" cy="1218565"/>
          <wp:effectExtent l="0" t="0" r="0" b="0"/>
          <wp:wrapTight wrapText="bothSides">
            <wp:wrapPolygon edited="0">
              <wp:start x="7169" y="4390"/>
              <wp:lineTo x="2452" y="5065"/>
              <wp:lineTo x="2075" y="5403"/>
              <wp:lineTo x="2075" y="16546"/>
              <wp:lineTo x="17921" y="16546"/>
              <wp:lineTo x="17921" y="15871"/>
              <wp:lineTo x="17167" y="10468"/>
              <wp:lineTo x="18110" y="6754"/>
              <wp:lineTo x="17921" y="4390"/>
              <wp:lineTo x="7169" y="4390"/>
            </wp:wrapPolygon>
          </wp:wrapTight>
          <wp:docPr id="4" name="Image 4" descr="Logo_Nord_AP-HP_Nord_-_Universite_de_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ord_AP-HP_Nord_-_Universite_de_Pa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767A7" w14:textId="77777777" w:rsidR="00B9798B" w:rsidRDefault="00B9798B" w:rsidP="00BD2278">
    <w:pPr>
      <w:pStyle w:val="En-tte"/>
      <w:spacing w:line="280" w:lineRule="exact"/>
    </w:pPr>
  </w:p>
  <w:p w14:paraId="41305420" w14:textId="77777777" w:rsidR="00B9798B" w:rsidRDefault="00B9798B" w:rsidP="00BD2278">
    <w:pPr>
      <w:pStyle w:val="En-tte"/>
      <w:spacing w:line="280" w:lineRule="exact"/>
    </w:pPr>
  </w:p>
  <w:p w14:paraId="76181D2C" w14:textId="77777777" w:rsidR="00B9798B" w:rsidRDefault="00B9798B" w:rsidP="00BD2278">
    <w:pPr>
      <w:pStyle w:val="En-tte"/>
      <w:spacing w:line="280" w:lineRule="exact"/>
    </w:pPr>
  </w:p>
  <w:p w14:paraId="1624211D" w14:textId="77777777" w:rsidR="00B9798B" w:rsidRDefault="00B9798B" w:rsidP="00BD2278">
    <w:pPr>
      <w:pStyle w:val="En-tte"/>
      <w:spacing w:line="280" w:lineRule="exact"/>
    </w:pPr>
  </w:p>
  <w:p w14:paraId="03172064" w14:textId="77777777" w:rsidR="00B9798B" w:rsidRDefault="00B9798B" w:rsidP="00BD2278">
    <w:pPr>
      <w:pStyle w:val="En-tte"/>
      <w:spacing w:line="280" w:lineRule="exact"/>
    </w:pPr>
  </w:p>
  <w:p w14:paraId="2942616A" w14:textId="77777777" w:rsidR="00B9798B" w:rsidRDefault="00B9798B" w:rsidP="00BD2278">
    <w:pPr>
      <w:pStyle w:val="En-tte"/>
      <w:spacing w:line="280" w:lineRule="exact"/>
    </w:pPr>
  </w:p>
  <w:p w14:paraId="729FE51E" w14:textId="77777777"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51F22"/>
    <w:rsid w:val="00084765"/>
    <w:rsid w:val="00090957"/>
    <w:rsid w:val="000C4583"/>
    <w:rsid w:val="000C711B"/>
    <w:rsid w:val="000D5811"/>
    <w:rsid w:val="000E3333"/>
    <w:rsid w:val="000E4278"/>
    <w:rsid w:val="000F6B2E"/>
    <w:rsid w:val="0012397B"/>
    <w:rsid w:val="001445E3"/>
    <w:rsid w:val="00161D36"/>
    <w:rsid w:val="00161DA2"/>
    <w:rsid w:val="001627DC"/>
    <w:rsid w:val="001A0715"/>
    <w:rsid w:val="001D1614"/>
    <w:rsid w:val="001E6CFD"/>
    <w:rsid w:val="001F38B8"/>
    <w:rsid w:val="002019AB"/>
    <w:rsid w:val="0022180D"/>
    <w:rsid w:val="00241AB2"/>
    <w:rsid w:val="00276B37"/>
    <w:rsid w:val="002913D1"/>
    <w:rsid w:val="002A77BE"/>
    <w:rsid w:val="002B4EDF"/>
    <w:rsid w:val="002C1A2B"/>
    <w:rsid w:val="002D7555"/>
    <w:rsid w:val="002E0EB3"/>
    <w:rsid w:val="003018D8"/>
    <w:rsid w:val="00307881"/>
    <w:rsid w:val="0036102E"/>
    <w:rsid w:val="00370CC5"/>
    <w:rsid w:val="00382644"/>
    <w:rsid w:val="00397BF1"/>
    <w:rsid w:val="00397DCE"/>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E540A"/>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57B57"/>
    <w:rsid w:val="00681F64"/>
    <w:rsid w:val="0069011D"/>
    <w:rsid w:val="006940ED"/>
    <w:rsid w:val="006A43B0"/>
    <w:rsid w:val="006B108E"/>
    <w:rsid w:val="006B12AB"/>
    <w:rsid w:val="006C296F"/>
    <w:rsid w:val="006D2E36"/>
    <w:rsid w:val="006F14D1"/>
    <w:rsid w:val="006F291F"/>
    <w:rsid w:val="006F538E"/>
    <w:rsid w:val="007270E0"/>
    <w:rsid w:val="0073231A"/>
    <w:rsid w:val="00736000"/>
    <w:rsid w:val="00753E69"/>
    <w:rsid w:val="00762187"/>
    <w:rsid w:val="00762D0A"/>
    <w:rsid w:val="00777036"/>
    <w:rsid w:val="007A3D50"/>
    <w:rsid w:val="007A4C7B"/>
    <w:rsid w:val="007A6549"/>
    <w:rsid w:val="0081471A"/>
    <w:rsid w:val="00820FB2"/>
    <w:rsid w:val="008229C0"/>
    <w:rsid w:val="008506C3"/>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33DCB"/>
    <w:rsid w:val="00A54B54"/>
    <w:rsid w:val="00A67D96"/>
    <w:rsid w:val="00A76DFD"/>
    <w:rsid w:val="00A91E76"/>
    <w:rsid w:val="00AC318C"/>
    <w:rsid w:val="00AD52B6"/>
    <w:rsid w:val="00AF01DA"/>
    <w:rsid w:val="00AF7B4B"/>
    <w:rsid w:val="00B24A66"/>
    <w:rsid w:val="00B31AB9"/>
    <w:rsid w:val="00B46D28"/>
    <w:rsid w:val="00B505CC"/>
    <w:rsid w:val="00B57222"/>
    <w:rsid w:val="00B9798B"/>
    <w:rsid w:val="00BA01A7"/>
    <w:rsid w:val="00BA5D88"/>
    <w:rsid w:val="00BB13E5"/>
    <w:rsid w:val="00BB5766"/>
    <w:rsid w:val="00BD2278"/>
    <w:rsid w:val="00C04A3D"/>
    <w:rsid w:val="00C074F8"/>
    <w:rsid w:val="00C10793"/>
    <w:rsid w:val="00C30949"/>
    <w:rsid w:val="00C543FF"/>
    <w:rsid w:val="00C82713"/>
    <w:rsid w:val="00C840F8"/>
    <w:rsid w:val="00CB3131"/>
    <w:rsid w:val="00CE66AE"/>
    <w:rsid w:val="00D103A3"/>
    <w:rsid w:val="00D45B22"/>
    <w:rsid w:val="00D45B3A"/>
    <w:rsid w:val="00D67874"/>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0534D2"/>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paragraph" w:customStyle="1" w:styleId="Normal1">
    <w:name w:val="Normal1"/>
    <w:rsid w:val="004E540A"/>
    <w:pPr>
      <w:spacing w:line="278" w:lineRule="atLeast"/>
    </w:pPr>
    <w:rPr>
      <w:rFonts w:ascii="Helvetica" w:eastAsia="Times New Roman" w:hAnsi="Helvetica"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ara.saroumi@aphp.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iara.saroumi@aphp.f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12A09-9320-4A99-B2F6-12B387A9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12</TotalTime>
  <Pages>1</Pages>
  <Words>202</Words>
  <Characters>1116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SAROUMI Ziara</cp:lastModifiedBy>
  <cp:revision>15</cp:revision>
  <cp:lastPrinted>2022-04-29T07:27:00Z</cp:lastPrinted>
  <dcterms:created xsi:type="dcterms:W3CDTF">2022-05-03T08:08:00Z</dcterms:created>
  <dcterms:modified xsi:type="dcterms:W3CDTF">2025-07-23T09:18:00Z</dcterms:modified>
</cp:coreProperties>
</file>